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77F59">
        <w:rPr>
          <w:rFonts w:ascii="Arial" w:hAnsi="Arial" w:cs="Arial"/>
          <w:b/>
          <w:caps/>
          <w:sz w:val="28"/>
          <w:szCs w:val="28"/>
        </w:rPr>
        <w:t>5</w:t>
      </w:r>
      <w:r w:rsidR="009613EF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877F5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13EF">
              <w:rPr>
                <w:rFonts w:ascii="Arial" w:hAnsi="Arial" w:cs="Arial"/>
                <w:sz w:val="20"/>
                <w:szCs w:val="20"/>
              </w:rPr>
              <w:t>JTU - Jacareí Transporte Urbano Ltda.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9613EF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877F59">
              <w:rPr>
                <w:rFonts w:ascii="Arial" w:hAnsi="Arial" w:cs="Arial"/>
                <w:sz w:val="20"/>
                <w:szCs w:val="20"/>
              </w:rPr>
              <w:t>relativas à disponibilização de transporte escolar adaptado para atender às necessidades de família residente no Bairro Lagoa Azul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>JTU - Jacareí Transporte Urbano Ltda.</w:t>
      </w:r>
      <w:r w:rsidR="00645FA5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 xml:space="preserve">solicitando </w:t>
      </w:r>
      <w:r w:rsidR="000C3CED" w:rsidRPr="000C3CED">
        <w:rPr>
          <w:rFonts w:ascii="Arial" w:hAnsi="Arial" w:cs="Arial"/>
        </w:rPr>
        <w:t>providências relativas à disponibilização de transporte escolar adaptado para atender às necessidades de família residente no Bairro Lagoa Azul</w:t>
      </w:r>
      <w:r>
        <w:rPr>
          <w:rFonts w:ascii="Arial" w:hAnsi="Arial" w:cs="Arial"/>
        </w:rPr>
        <w:t>.</w:t>
      </w:r>
    </w:p>
    <w:p w:rsidR="003603B1" w:rsidRDefault="000C52A2" w:rsidP="000540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54035" w:rsidRPr="00054035">
        <w:rPr>
          <w:rFonts w:ascii="Arial" w:hAnsi="Arial" w:cs="Arial"/>
        </w:rPr>
        <w:t>ecebe</w:t>
      </w:r>
      <w:r>
        <w:rPr>
          <w:rFonts w:ascii="Arial" w:hAnsi="Arial" w:cs="Arial"/>
        </w:rPr>
        <w:t>mos</w:t>
      </w:r>
      <w:r w:rsidR="00054035" w:rsidRPr="00054035">
        <w:rPr>
          <w:rFonts w:ascii="Arial" w:hAnsi="Arial" w:cs="Arial"/>
        </w:rPr>
        <w:t xml:space="preserve"> a reclamação da mãe </w:t>
      </w:r>
      <w:r>
        <w:rPr>
          <w:rFonts w:ascii="Arial" w:hAnsi="Arial" w:cs="Arial"/>
        </w:rPr>
        <w:t>d</w:t>
      </w:r>
      <w:r w:rsidR="00054035" w:rsidRPr="00054035">
        <w:rPr>
          <w:rFonts w:ascii="Arial" w:hAnsi="Arial" w:cs="Arial"/>
        </w:rPr>
        <w:t xml:space="preserve">a criança </w:t>
      </w:r>
      <w:r w:rsidRPr="000C52A2">
        <w:rPr>
          <w:rFonts w:ascii="Arial" w:hAnsi="Arial" w:cs="Arial"/>
          <w:bCs/>
        </w:rPr>
        <w:t>ANA MARCELY SANTOS TAVARES</w:t>
      </w:r>
      <w:r>
        <w:rPr>
          <w:rFonts w:ascii="Arial" w:hAnsi="Arial" w:cs="Arial"/>
          <w:bCs/>
        </w:rPr>
        <w:t xml:space="preserve">, </w:t>
      </w:r>
      <w:r w:rsidR="00054035" w:rsidRPr="0005403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S</w:t>
      </w:r>
      <w:r w:rsidR="00054035" w:rsidRPr="00054035">
        <w:rPr>
          <w:rFonts w:ascii="Arial" w:hAnsi="Arial" w:cs="Arial"/>
        </w:rPr>
        <w:t xml:space="preserve">enhora Maria Aparecida, </w:t>
      </w:r>
      <w:r w:rsidR="003603B1">
        <w:rPr>
          <w:rFonts w:ascii="Arial" w:hAnsi="Arial" w:cs="Arial"/>
        </w:rPr>
        <w:t xml:space="preserve">que nos </w:t>
      </w:r>
      <w:r w:rsidR="00054035" w:rsidRPr="00054035">
        <w:rPr>
          <w:rFonts w:ascii="Arial" w:hAnsi="Arial" w:cs="Arial"/>
        </w:rPr>
        <w:t>relat</w:t>
      </w:r>
      <w:r w:rsidR="003603B1">
        <w:rPr>
          <w:rFonts w:ascii="Arial" w:hAnsi="Arial" w:cs="Arial"/>
        </w:rPr>
        <w:t xml:space="preserve">ou </w:t>
      </w:r>
      <w:r w:rsidR="00054035" w:rsidRPr="00054035">
        <w:rPr>
          <w:rFonts w:ascii="Arial" w:hAnsi="Arial" w:cs="Arial"/>
        </w:rPr>
        <w:t>que está encontrando grande dificuldade para conseguir transporte escolar adaptado para levar sua filha para a Escola Estadual Amaury Teixeira Vasques</w:t>
      </w:r>
      <w:r w:rsidR="003603B1">
        <w:rPr>
          <w:rFonts w:ascii="Arial" w:hAnsi="Arial" w:cs="Arial"/>
        </w:rPr>
        <w:t>, onde está m</w:t>
      </w:r>
      <w:r w:rsidR="00054035" w:rsidRPr="00054035">
        <w:rPr>
          <w:rFonts w:ascii="Arial" w:hAnsi="Arial" w:cs="Arial"/>
        </w:rPr>
        <w:t>atriculada no 6° ano</w:t>
      </w:r>
      <w:r w:rsidR="003603B1">
        <w:rPr>
          <w:rFonts w:ascii="Arial" w:hAnsi="Arial" w:cs="Arial"/>
        </w:rPr>
        <w:t>.</w:t>
      </w:r>
    </w:p>
    <w:p w:rsidR="00054035" w:rsidRPr="00054035" w:rsidRDefault="00285242" w:rsidP="000540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família </w:t>
      </w:r>
      <w:r w:rsidR="00054035" w:rsidRPr="00054035">
        <w:rPr>
          <w:rFonts w:ascii="Arial" w:hAnsi="Arial" w:cs="Arial"/>
        </w:rPr>
        <w:t xml:space="preserve">é moradora do Bairro Lagoa Azul e desde fevereiro de 2018 </w:t>
      </w:r>
      <w:r>
        <w:rPr>
          <w:rFonts w:ascii="Arial" w:hAnsi="Arial" w:cs="Arial"/>
        </w:rPr>
        <w:t xml:space="preserve">a criança </w:t>
      </w:r>
      <w:r w:rsidR="00054035" w:rsidRPr="00054035">
        <w:rPr>
          <w:rFonts w:ascii="Arial" w:hAnsi="Arial" w:cs="Arial"/>
        </w:rPr>
        <w:t xml:space="preserve">não pode </w:t>
      </w:r>
      <w:r w:rsidR="001256BD">
        <w:rPr>
          <w:rFonts w:ascii="Arial" w:hAnsi="Arial" w:cs="Arial"/>
        </w:rPr>
        <w:t xml:space="preserve">comparecer </w:t>
      </w:r>
      <w:r>
        <w:rPr>
          <w:rFonts w:ascii="Arial" w:hAnsi="Arial" w:cs="Arial"/>
        </w:rPr>
        <w:t>à</w:t>
      </w:r>
      <w:r w:rsidR="00054035" w:rsidRPr="00054035">
        <w:rPr>
          <w:rFonts w:ascii="Arial" w:hAnsi="Arial" w:cs="Arial"/>
        </w:rPr>
        <w:t xml:space="preserve">s aulas </w:t>
      </w:r>
      <w:r>
        <w:rPr>
          <w:rFonts w:ascii="Arial" w:hAnsi="Arial" w:cs="Arial"/>
        </w:rPr>
        <w:t>d</w:t>
      </w:r>
      <w:r w:rsidR="00054035" w:rsidRPr="00054035">
        <w:rPr>
          <w:rFonts w:ascii="Arial" w:hAnsi="Arial" w:cs="Arial"/>
        </w:rPr>
        <w:t xml:space="preserve">evido </w:t>
      </w:r>
      <w:r>
        <w:rPr>
          <w:rFonts w:ascii="Arial" w:hAnsi="Arial" w:cs="Arial"/>
        </w:rPr>
        <w:t>à</w:t>
      </w:r>
      <w:r w:rsidR="00054035" w:rsidRPr="00054035">
        <w:rPr>
          <w:rFonts w:ascii="Arial" w:hAnsi="Arial" w:cs="Arial"/>
        </w:rPr>
        <w:t xml:space="preserve"> falta de transporte</w:t>
      </w:r>
      <w:r w:rsidR="00F2379F">
        <w:rPr>
          <w:rFonts w:ascii="Arial" w:hAnsi="Arial" w:cs="Arial"/>
        </w:rPr>
        <w:t xml:space="preserve"> adaptado</w:t>
      </w:r>
      <w:r w:rsidR="00BC6BE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a </w:t>
      </w:r>
      <w:r w:rsidR="00054035" w:rsidRPr="00054035">
        <w:rPr>
          <w:rFonts w:ascii="Arial" w:hAnsi="Arial" w:cs="Arial"/>
        </w:rPr>
        <w:t>mãe já entrou em contato com a direção da escola e também com a empresa</w:t>
      </w:r>
      <w:r>
        <w:rPr>
          <w:rFonts w:ascii="Arial" w:hAnsi="Arial" w:cs="Arial"/>
        </w:rPr>
        <w:t xml:space="preserve"> responsável</w:t>
      </w:r>
      <w:r w:rsidR="00054035" w:rsidRPr="0005403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sendo </w:t>
      </w:r>
      <w:r w:rsidR="00054035" w:rsidRPr="00054035">
        <w:rPr>
          <w:rFonts w:ascii="Arial" w:hAnsi="Arial" w:cs="Arial"/>
        </w:rPr>
        <w:t xml:space="preserve">informada que </w:t>
      </w:r>
      <w:r>
        <w:rPr>
          <w:rFonts w:ascii="Arial" w:hAnsi="Arial" w:cs="Arial"/>
        </w:rPr>
        <w:t xml:space="preserve">o transporte </w:t>
      </w:r>
      <w:r w:rsidR="00054035" w:rsidRPr="00054035">
        <w:rPr>
          <w:rFonts w:ascii="Arial" w:hAnsi="Arial" w:cs="Arial"/>
        </w:rPr>
        <w:t xml:space="preserve">iria ser concedido para </w:t>
      </w:r>
      <w:r>
        <w:rPr>
          <w:rFonts w:ascii="Arial" w:hAnsi="Arial" w:cs="Arial"/>
        </w:rPr>
        <w:t xml:space="preserve">a </w:t>
      </w:r>
      <w:r w:rsidR="00054035" w:rsidRPr="00054035">
        <w:rPr>
          <w:rFonts w:ascii="Arial" w:hAnsi="Arial" w:cs="Arial"/>
        </w:rPr>
        <w:t xml:space="preserve">sua filha e que o problema </w:t>
      </w:r>
      <w:r>
        <w:rPr>
          <w:rFonts w:ascii="Arial" w:hAnsi="Arial" w:cs="Arial"/>
        </w:rPr>
        <w:t xml:space="preserve">iria </w:t>
      </w:r>
      <w:r w:rsidR="00054035" w:rsidRPr="00054035">
        <w:rPr>
          <w:rFonts w:ascii="Arial" w:hAnsi="Arial" w:cs="Arial"/>
        </w:rPr>
        <w:t>ser</w:t>
      </w:r>
      <w:r>
        <w:rPr>
          <w:rFonts w:ascii="Arial" w:hAnsi="Arial" w:cs="Arial"/>
        </w:rPr>
        <w:t xml:space="preserve"> resolvido</w:t>
      </w:r>
      <w:r w:rsidR="00054035" w:rsidRPr="00054035">
        <w:rPr>
          <w:rFonts w:ascii="Arial" w:hAnsi="Arial" w:cs="Arial"/>
        </w:rPr>
        <w:t>.</w:t>
      </w:r>
    </w:p>
    <w:p w:rsidR="00523092" w:rsidRDefault="00BC6BEA" w:rsidP="000540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054035" w:rsidRPr="00054035">
        <w:rPr>
          <w:rFonts w:ascii="Arial" w:hAnsi="Arial" w:cs="Arial"/>
        </w:rPr>
        <w:t xml:space="preserve">mãe </w:t>
      </w:r>
      <w:r>
        <w:rPr>
          <w:rFonts w:ascii="Arial" w:hAnsi="Arial" w:cs="Arial"/>
        </w:rPr>
        <w:t xml:space="preserve">nos </w:t>
      </w:r>
      <w:r w:rsidR="00054035" w:rsidRPr="00054035">
        <w:rPr>
          <w:rFonts w:ascii="Arial" w:hAnsi="Arial" w:cs="Arial"/>
        </w:rPr>
        <w:t>relat</w:t>
      </w:r>
      <w:r>
        <w:rPr>
          <w:rFonts w:ascii="Arial" w:hAnsi="Arial" w:cs="Arial"/>
        </w:rPr>
        <w:t>ou</w:t>
      </w:r>
      <w:r w:rsidR="00054035" w:rsidRPr="00054035">
        <w:rPr>
          <w:rFonts w:ascii="Arial" w:hAnsi="Arial" w:cs="Arial"/>
        </w:rPr>
        <w:t xml:space="preserve"> que em contato com a </w:t>
      </w:r>
      <w:r>
        <w:rPr>
          <w:rFonts w:ascii="Arial" w:hAnsi="Arial" w:cs="Arial"/>
        </w:rPr>
        <w:t xml:space="preserve">empresa </w:t>
      </w:r>
      <w:r w:rsidR="000B06A3" w:rsidRPr="00645FA5">
        <w:rPr>
          <w:rFonts w:ascii="Arial" w:hAnsi="Arial" w:cs="Arial"/>
        </w:rPr>
        <w:t>JTU - Jaca</w:t>
      </w:r>
      <w:bookmarkStart w:id="0" w:name="_GoBack"/>
      <w:bookmarkEnd w:id="0"/>
      <w:r w:rsidR="000B06A3" w:rsidRPr="00645FA5">
        <w:rPr>
          <w:rFonts w:ascii="Arial" w:hAnsi="Arial" w:cs="Arial"/>
        </w:rPr>
        <w:t>reí Transporte Urbano Ltda</w:t>
      </w:r>
      <w:r w:rsidR="000B06A3">
        <w:rPr>
          <w:rFonts w:ascii="Arial" w:hAnsi="Arial" w:cs="Arial"/>
        </w:rPr>
        <w:t>.</w:t>
      </w:r>
      <w:r w:rsidR="00054035" w:rsidRPr="00054035">
        <w:rPr>
          <w:rFonts w:ascii="Arial" w:hAnsi="Arial" w:cs="Arial"/>
        </w:rPr>
        <w:t xml:space="preserve"> </w:t>
      </w:r>
      <w:r w:rsidR="001256BD">
        <w:rPr>
          <w:rFonts w:ascii="Arial" w:hAnsi="Arial" w:cs="Arial"/>
        </w:rPr>
        <w:t xml:space="preserve">recebeu </w:t>
      </w:r>
      <w:r w:rsidR="00054035" w:rsidRPr="00054035">
        <w:rPr>
          <w:rFonts w:ascii="Arial" w:hAnsi="Arial" w:cs="Arial"/>
        </w:rPr>
        <w:t xml:space="preserve">a </w:t>
      </w:r>
      <w:r w:rsidR="001256BD">
        <w:rPr>
          <w:rFonts w:ascii="Arial" w:hAnsi="Arial" w:cs="Arial"/>
        </w:rPr>
        <w:t xml:space="preserve">informação de </w:t>
      </w:r>
      <w:r w:rsidR="00054035" w:rsidRPr="00054035">
        <w:rPr>
          <w:rFonts w:ascii="Arial" w:hAnsi="Arial" w:cs="Arial"/>
        </w:rPr>
        <w:t xml:space="preserve">que iria ser disponibilizado transporte </w:t>
      </w:r>
      <w:r>
        <w:rPr>
          <w:rFonts w:ascii="Arial" w:hAnsi="Arial" w:cs="Arial"/>
        </w:rPr>
        <w:t xml:space="preserve">adaptado </w:t>
      </w:r>
      <w:r w:rsidR="00054035" w:rsidRPr="00054035">
        <w:rPr>
          <w:rFonts w:ascii="Arial" w:hAnsi="Arial" w:cs="Arial"/>
        </w:rPr>
        <w:t>para buscar e levar a sua filha para a escola,</w:t>
      </w:r>
      <w:r w:rsidR="00654CEB">
        <w:rPr>
          <w:rFonts w:ascii="Arial" w:hAnsi="Arial" w:cs="Arial"/>
        </w:rPr>
        <w:t xml:space="preserve"> </w:t>
      </w:r>
      <w:r w:rsidR="00054035" w:rsidRPr="00054035">
        <w:rPr>
          <w:rFonts w:ascii="Arial" w:hAnsi="Arial" w:cs="Arial"/>
        </w:rPr>
        <w:t>e</w:t>
      </w:r>
      <w:r>
        <w:rPr>
          <w:rFonts w:ascii="Arial" w:hAnsi="Arial" w:cs="Arial"/>
        </w:rPr>
        <w:t>ntretanto</w:t>
      </w:r>
      <w:r w:rsidR="002A587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isso não ocorreu</w:t>
      </w:r>
      <w:proofErr w:type="gramStart"/>
      <w:r w:rsidR="00002EE4">
        <w:rPr>
          <w:rFonts w:ascii="Arial" w:hAnsi="Arial" w:cs="Arial"/>
        </w:rPr>
        <w:t xml:space="preserve">. </w:t>
      </w:r>
      <w:proofErr w:type="gramEnd"/>
      <w:r w:rsidR="00002EE4">
        <w:rPr>
          <w:rFonts w:ascii="Arial" w:hAnsi="Arial" w:cs="Arial"/>
        </w:rPr>
        <w:t>E</w:t>
      </w:r>
      <w:r w:rsidR="00715A61">
        <w:rPr>
          <w:rFonts w:ascii="Arial" w:hAnsi="Arial" w:cs="Arial"/>
        </w:rPr>
        <w:t>la,</w:t>
      </w:r>
      <w:r w:rsidR="001256BD">
        <w:rPr>
          <w:rFonts w:ascii="Arial" w:hAnsi="Arial" w:cs="Arial"/>
        </w:rPr>
        <w:t xml:space="preserve"> então</w:t>
      </w:r>
      <w:r w:rsidR="00715A61">
        <w:rPr>
          <w:rFonts w:ascii="Arial" w:hAnsi="Arial" w:cs="Arial"/>
        </w:rPr>
        <w:t>,</w:t>
      </w:r>
      <w:r w:rsidR="001256BD">
        <w:rPr>
          <w:rFonts w:ascii="Arial" w:hAnsi="Arial" w:cs="Arial"/>
        </w:rPr>
        <w:t xml:space="preserve"> </w:t>
      </w:r>
      <w:r w:rsidR="00054035" w:rsidRPr="00054035">
        <w:rPr>
          <w:rFonts w:ascii="Arial" w:hAnsi="Arial" w:cs="Arial"/>
        </w:rPr>
        <w:t xml:space="preserve">ligou novamente </w:t>
      </w:r>
      <w:r w:rsidR="002A587F" w:rsidRPr="00054035">
        <w:rPr>
          <w:rFonts w:ascii="Arial" w:hAnsi="Arial" w:cs="Arial"/>
        </w:rPr>
        <w:t xml:space="preserve">dias após </w:t>
      </w:r>
      <w:r w:rsidR="00054035" w:rsidRPr="00054035">
        <w:rPr>
          <w:rFonts w:ascii="Arial" w:hAnsi="Arial" w:cs="Arial"/>
        </w:rPr>
        <w:t>perguntando por</w:t>
      </w:r>
      <w:r w:rsidR="001256BD">
        <w:rPr>
          <w:rFonts w:ascii="Arial" w:hAnsi="Arial" w:cs="Arial"/>
        </w:rPr>
        <w:t xml:space="preserve"> </w:t>
      </w:r>
      <w:r w:rsidR="00054035" w:rsidRPr="00054035">
        <w:rPr>
          <w:rFonts w:ascii="Arial" w:hAnsi="Arial" w:cs="Arial"/>
        </w:rPr>
        <w:t xml:space="preserve">que o transporte ainda não teria ido buscar sua filha e </w:t>
      </w:r>
      <w:r w:rsidR="001256BD">
        <w:rPr>
          <w:rFonts w:ascii="Arial" w:hAnsi="Arial" w:cs="Arial"/>
        </w:rPr>
        <w:t>f</w:t>
      </w:r>
      <w:r w:rsidR="00054035" w:rsidRPr="00054035">
        <w:rPr>
          <w:rFonts w:ascii="Arial" w:hAnsi="Arial" w:cs="Arial"/>
        </w:rPr>
        <w:t xml:space="preserve">oi informada que </w:t>
      </w:r>
      <w:r w:rsidR="001D0AFE">
        <w:rPr>
          <w:rFonts w:ascii="Arial" w:hAnsi="Arial" w:cs="Arial"/>
        </w:rPr>
        <w:t xml:space="preserve">havia </w:t>
      </w:r>
      <w:r w:rsidR="00054035" w:rsidRPr="00054035">
        <w:rPr>
          <w:rFonts w:ascii="Arial" w:hAnsi="Arial" w:cs="Arial"/>
        </w:rPr>
        <w:t>acontec</w:t>
      </w:r>
      <w:r w:rsidR="001D0AFE">
        <w:rPr>
          <w:rFonts w:ascii="Arial" w:hAnsi="Arial" w:cs="Arial"/>
        </w:rPr>
        <w:t xml:space="preserve">ido </w:t>
      </w:r>
      <w:r w:rsidR="00054035" w:rsidRPr="00054035">
        <w:rPr>
          <w:rFonts w:ascii="Arial" w:hAnsi="Arial" w:cs="Arial"/>
        </w:rPr>
        <w:t xml:space="preserve">um problema com </w:t>
      </w:r>
      <w:r w:rsidR="001D0AFE">
        <w:rPr>
          <w:rFonts w:ascii="Arial" w:hAnsi="Arial" w:cs="Arial"/>
        </w:rPr>
        <w:t>o</w:t>
      </w:r>
      <w:r w:rsidR="00054035" w:rsidRPr="00054035">
        <w:rPr>
          <w:rFonts w:ascii="Arial" w:hAnsi="Arial" w:cs="Arial"/>
        </w:rPr>
        <w:t xml:space="preserve"> funcionário que iria buscar </w:t>
      </w:r>
      <w:r w:rsidR="001D0AFE">
        <w:rPr>
          <w:rFonts w:ascii="Arial" w:hAnsi="Arial" w:cs="Arial"/>
        </w:rPr>
        <w:t>a</w:t>
      </w:r>
      <w:r w:rsidR="00054035" w:rsidRPr="00054035">
        <w:rPr>
          <w:rFonts w:ascii="Arial" w:hAnsi="Arial" w:cs="Arial"/>
        </w:rPr>
        <w:t xml:space="preserve"> criança.</w:t>
      </w:r>
      <w:r w:rsidR="00523092">
        <w:rPr>
          <w:rFonts w:ascii="Arial" w:hAnsi="Arial" w:cs="Arial"/>
        </w:rPr>
        <w:t xml:space="preserve"> </w:t>
      </w:r>
      <w:r w:rsidR="00054035" w:rsidRPr="00054035">
        <w:rPr>
          <w:rFonts w:ascii="Arial" w:hAnsi="Arial" w:cs="Arial"/>
        </w:rPr>
        <w:t>Enfim</w:t>
      </w:r>
      <w:r w:rsidR="00F400EF">
        <w:rPr>
          <w:rFonts w:ascii="Arial" w:hAnsi="Arial" w:cs="Arial"/>
        </w:rPr>
        <w:t>,</w:t>
      </w:r>
      <w:r w:rsidR="00054035" w:rsidRPr="00054035">
        <w:rPr>
          <w:rFonts w:ascii="Arial" w:hAnsi="Arial" w:cs="Arial"/>
        </w:rPr>
        <w:t xml:space="preserve"> </w:t>
      </w:r>
      <w:r w:rsidR="00F400EF">
        <w:rPr>
          <w:rFonts w:ascii="Arial" w:hAnsi="Arial" w:cs="Arial"/>
        </w:rPr>
        <w:t>a</w:t>
      </w:r>
      <w:r w:rsidR="00054035" w:rsidRPr="00054035">
        <w:rPr>
          <w:rFonts w:ascii="Arial" w:hAnsi="Arial" w:cs="Arial"/>
        </w:rPr>
        <w:t xml:space="preserve"> mãe </w:t>
      </w:r>
      <w:r w:rsidR="002F4897">
        <w:rPr>
          <w:rFonts w:ascii="Arial" w:hAnsi="Arial" w:cs="Arial"/>
        </w:rPr>
        <w:t xml:space="preserve">ainda </w:t>
      </w:r>
      <w:r w:rsidR="00F400EF">
        <w:rPr>
          <w:rFonts w:ascii="Arial" w:hAnsi="Arial" w:cs="Arial"/>
        </w:rPr>
        <w:t xml:space="preserve">está </w:t>
      </w:r>
      <w:r w:rsidR="00054035" w:rsidRPr="00054035">
        <w:rPr>
          <w:rFonts w:ascii="Arial" w:hAnsi="Arial" w:cs="Arial"/>
        </w:rPr>
        <w:t>aguarda</w:t>
      </w:r>
      <w:r w:rsidR="00F400EF">
        <w:rPr>
          <w:rFonts w:ascii="Arial" w:hAnsi="Arial" w:cs="Arial"/>
        </w:rPr>
        <w:t>ndo</w:t>
      </w:r>
      <w:r w:rsidR="00054035" w:rsidRPr="00054035">
        <w:rPr>
          <w:rFonts w:ascii="Arial" w:hAnsi="Arial" w:cs="Arial"/>
        </w:rPr>
        <w:t xml:space="preserve"> uma </w:t>
      </w:r>
      <w:r w:rsidR="001256BD">
        <w:rPr>
          <w:rFonts w:ascii="Arial" w:hAnsi="Arial" w:cs="Arial"/>
        </w:rPr>
        <w:t xml:space="preserve">solução </w:t>
      </w:r>
      <w:r w:rsidR="00054035" w:rsidRPr="00054035">
        <w:rPr>
          <w:rFonts w:ascii="Arial" w:hAnsi="Arial" w:cs="Arial"/>
        </w:rPr>
        <w:t xml:space="preserve">da </w:t>
      </w:r>
      <w:r w:rsidR="00F400EF">
        <w:rPr>
          <w:rFonts w:ascii="Arial" w:hAnsi="Arial" w:cs="Arial"/>
        </w:rPr>
        <w:t xml:space="preserve">empresa </w:t>
      </w:r>
      <w:r w:rsidR="00054035" w:rsidRPr="00054035">
        <w:rPr>
          <w:rFonts w:ascii="Arial" w:hAnsi="Arial" w:cs="Arial"/>
        </w:rPr>
        <w:t>JTU</w:t>
      </w:r>
      <w:r w:rsidR="00523092">
        <w:rPr>
          <w:rFonts w:ascii="Arial" w:hAnsi="Arial" w:cs="Arial"/>
        </w:rPr>
        <w:t>.</w:t>
      </w:r>
    </w:p>
    <w:p w:rsidR="00DC7799" w:rsidRDefault="002F4897" w:rsidP="000540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054035" w:rsidRPr="00054035">
        <w:rPr>
          <w:rFonts w:ascii="Arial" w:hAnsi="Arial" w:cs="Arial"/>
        </w:rPr>
        <w:t xml:space="preserve">direção da escola relatou que está tudo certo com a empresa e </w:t>
      </w:r>
      <w:r w:rsidR="007074CF">
        <w:rPr>
          <w:rFonts w:ascii="Arial" w:hAnsi="Arial" w:cs="Arial"/>
        </w:rPr>
        <w:t xml:space="preserve">que a criança </w:t>
      </w:r>
      <w:r w:rsidR="00054035" w:rsidRPr="00054035">
        <w:rPr>
          <w:rFonts w:ascii="Arial" w:hAnsi="Arial" w:cs="Arial"/>
        </w:rPr>
        <w:t>est</w:t>
      </w:r>
      <w:r w:rsidR="00654CEB">
        <w:rPr>
          <w:rFonts w:ascii="Arial" w:hAnsi="Arial" w:cs="Arial"/>
        </w:rPr>
        <w:t>á</w:t>
      </w:r>
      <w:r w:rsidR="00054035" w:rsidRPr="00054035">
        <w:rPr>
          <w:rFonts w:ascii="Arial" w:hAnsi="Arial" w:cs="Arial"/>
        </w:rPr>
        <w:t xml:space="preserve"> sendo prejudicada </w:t>
      </w:r>
      <w:r w:rsidR="007074CF">
        <w:rPr>
          <w:rFonts w:ascii="Arial" w:hAnsi="Arial" w:cs="Arial"/>
        </w:rPr>
        <w:t xml:space="preserve">já que </w:t>
      </w:r>
      <w:r w:rsidR="00054035" w:rsidRPr="00054035">
        <w:rPr>
          <w:rFonts w:ascii="Arial" w:hAnsi="Arial" w:cs="Arial"/>
        </w:rPr>
        <w:t xml:space="preserve">as aulas começaram </w:t>
      </w:r>
      <w:r w:rsidR="007074CF">
        <w:rPr>
          <w:rFonts w:ascii="Arial" w:hAnsi="Arial" w:cs="Arial"/>
        </w:rPr>
        <w:t>há</w:t>
      </w:r>
      <w:r w:rsidR="00054035" w:rsidRPr="00054035">
        <w:rPr>
          <w:rFonts w:ascii="Arial" w:hAnsi="Arial" w:cs="Arial"/>
        </w:rPr>
        <w:t xml:space="preserve"> mais de 30 dias</w:t>
      </w:r>
      <w:r w:rsidR="007074CF">
        <w:rPr>
          <w:rFonts w:ascii="Arial" w:hAnsi="Arial" w:cs="Arial"/>
        </w:rPr>
        <w:t xml:space="preserve">, mas, devido à falta de transporte, </w:t>
      </w:r>
      <w:r w:rsidR="007074CF" w:rsidRPr="000C52A2">
        <w:rPr>
          <w:rFonts w:ascii="Arial" w:hAnsi="Arial" w:cs="Arial"/>
          <w:bCs/>
        </w:rPr>
        <w:t xml:space="preserve">Ana </w:t>
      </w:r>
      <w:proofErr w:type="spellStart"/>
      <w:r w:rsidR="007074CF" w:rsidRPr="000C52A2">
        <w:rPr>
          <w:rFonts w:ascii="Arial" w:hAnsi="Arial" w:cs="Arial"/>
          <w:bCs/>
        </w:rPr>
        <w:t>Marcely</w:t>
      </w:r>
      <w:proofErr w:type="spellEnd"/>
      <w:r w:rsidR="007074CF" w:rsidRPr="000C52A2">
        <w:rPr>
          <w:rFonts w:ascii="Arial" w:hAnsi="Arial" w:cs="Arial"/>
          <w:bCs/>
        </w:rPr>
        <w:t xml:space="preserve"> Santos Tavares</w:t>
      </w:r>
      <w:r w:rsidR="007074CF" w:rsidRPr="00054035">
        <w:rPr>
          <w:rFonts w:ascii="Arial" w:hAnsi="Arial" w:cs="Arial"/>
        </w:rPr>
        <w:t xml:space="preserve"> </w:t>
      </w:r>
      <w:r w:rsidR="00054035" w:rsidRPr="00054035">
        <w:rPr>
          <w:rFonts w:ascii="Arial" w:hAnsi="Arial" w:cs="Arial"/>
        </w:rPr>
        <w:t>se encontra sem estudar</w:t>
      </w:r>
      <w:r w:rsidR="00D64FCC">
        <w:rPr>
          <w:rFonts w:ascii="Arial" w:hAnsi="Arial" w:cs="Arial"/>
        </w:rPr>
        <w:t>.</w:t>
      </w:r>
    </w:p>
    <w:p w:rsidR="00C04990" w:rsidRDefault="00C0499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Anexamos atestados </w:t>
      </w:r>
      <w:r w:rsidR="003A79BC">
        <w:rPr>
          <w:rFonts w:ascii="Arial" w:hAnsi="Arial" w:cs="Arial"/>
        </w:rPr>
        <w:t xml:space="preserve">médicos </w:t>
      </w:r>
      <w:r>
        <w:rPr>
          <w:rFonts w:ascii="Arial" w:hAnsi="Arial" w:cs="Arial"/>
        </w:rPr>
        <w:t>da estudante</w:t>
      </w:r>
      <w:r w:rsidR="003A79BC">
        <w:rPr>
          <w:rFonts w:ascii="Arial" w:hAnsi="Arial" w:cs="Arial"/>
        </w:rPr>
        <w:t xml:space="preserve"> fornecidos pela Secretaria Municipal de Saúde de Jacareí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lastRenderedPageBreak/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184885" w:rsidRPr="00645FA5">
        <w:rPr>
          <w:rFonts w:ascii="Arial" w:hAnsi="Arial" w:cs="Arial"/>
        </w:rPr>
        <w:t>Jacareí Transporte Urbano Ltda</w:t>
      </w:r>
      <w:r w:rsidR="00184885">
        <w:rPr>
          <w:rFonts w:ascii="Arial" w:hAnsi="Arial" w:cs="Arial"/>
        </w:rPr>
        <w:t>.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4AF3">
        <w:rPr>
          <w:rFonts w:ascii="Arial" w:hAnsi="Arial" w:cs="Arial"/>
        </w:rPr>
        <w:t>28</w:t>
      </w:r>
      <w:r w:rsidR="00EF4929">
        <w:rPr>
          <w:rFonts w:ascii="Arial" w:hAnsi="Arial" w:cs="Arial"/>
        </w:rPr>
        <w:t xml:space="preserve"> de </w:t>
      </w:r>
      <w:r w:rsidR="008B1DC4">
        <w:rPr>
          <w:rFonts w:ascii="Arial" w:hAnsi="Arial" w:cs="Arial"/>
        </w:rPr>
        <w:t>març</w:t>
      </w:r>
      <w:r w:rsidR="00C5262F">
        <w:rPr>
          <w:rFonts w:ascii="Arial" w:hAnsi="Arial" w:cs="Arial"/>
        </w:rPr>
        <w:t>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C5262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p w:rsidR="00C04990" w:rsidRDefault="00C049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04990" w:rsidRDefault="00002EE4" w:rsidP="00C526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613.5pt">
            <v:imagedata r:id="rId8" o:title="EPSON071"/>
          </v:shape>
        </w:pict>
      </w:r>
    </w:p>
    <w:p w:rsidR="00C04990" w:rsidRDefault="00C049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04990" w:rsidRDefault="00002EE4" w:rsidP="00C526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 id="_x0000_i1026" type="#_x0000_t75" style="width:474pt;height:613.5pt">
            <v:imagedata r:id="rId9" o:title="EPSON072"/>
          </v:shape>
        </w:pict>
      </w:r>
    </w:p>
    <w:sectPr w:rsidR="00C0499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CE7" w:rsidRDefault="00F77CE7">
      <w:r>
        <w:separator/>
      </w:r>
    </w:p>
  </w:endnote>
  <w:endnote w:type="continuationSeparator" w:id="0">
    <w:p w:rsidR="00F77CE7" w:rsidRDefault="00F7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CE7" w:rsidRDefault="00F77CE7">
      <w:r>
        <w:separator/>
      </w:r>
    </w:p>
  </w:footnote>
  <w:footnote w:type="continuationSeparator" w:id="0">
    <w:p w:rsidR="00F77CE7" w:rsidRDefault="00F77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04990">
      <w:rPr>
        <w:rFonts w:ascii="Arial" w:hAnsi="Arial" w:cs="Arial"/>
        <w:b/>
        <w:sz w:val="20"/>
        <w:szCs w:val="20"/>
        <w:u w:val="single"/>
      </w:rPr>
      <w:t>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04990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2EE4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2EE4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E4"/>
    <w:rsid w:val="00003E3D"/>
    <w:rsid w:val="00012789"/>
    <w:rsid w:val="00014246"/>
    <w:rsid w:val="00016C90"/>
    <w:rsid w:val="00024FD3"/>
    <w:rsid w:val="00030161"/>
    <w:rsid w:val="00037ED5"/>
    <w:rsid w:val="00040189"/>
    <w:rsid w:val="00046E79"/>
    <w:rsid w:val="00054035"/>
    <w:rsid w:val="00056288"/>
    <w:rsid w:val="00062AE2"/>
    <w:rsid w:val="00066826"/>
    <w:rsid w:val="00073FE9"/>
    <w:rsid w:val="00086566"/>
    <w:rsid w:val="00094490"/>
    <w:rsid w:val="000958D5"/>
    <w:rsid w:val="00097C82"/>
    <w:rsid w:val="00097CAE"/>
    <w:rsid w:val="000A7B2D"/>
    <w:rsid w:val="000B06A3"/>
    <w:rsid w:val="000C3CED"/>
    <w:rsid w:val="000C52A2"/>
    <w:rsid w:val="000F597F"/>
    <w:rsid w:val="000F6251"/>
    <w:rsid w:val="00106F15"/>
    <w:rsid w:val="001256BD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84885"/>
    <w:rsid w:val="00193505"/>
    <w:rsid w:val="001A09F2"/>
    <w:rsid w:val="001A4657"/>
    <w:rsid w:val="001B0773"/>
    <w:rsid w:val="001D0AFE"/>
    <w:rsid w:val="001E35E5"/>
    <w:rsid w:val="001F134B"/>
    <w:rsid w:val="001F13C3"/>
    <w:rsid w:val="001F2E1E"/>
    <w:rsid w:val="00204ED7"/>
    <w:rsid w:val="00206384"/>
    <w:rsid w:val="00211EA5"/>
    <w:rsid w:val="00215725"/>
    <w:rsid w:val="002275B3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85242"/>
    <w:rsid w:val="00294650"/>
    <w:rsid w:val="002949FF"/>
    <w:rsid w:val="002A4681"/>
    <w:rsid w:val="002A587F"/>
    <w:rsid w:val="002A7434"/>
    <w:rsid w:val="002B6802"/>
    <w:rsid w:val="002C4B2B"/>
    <w:rsid w:val="002C5C70"/>
    <w:rsid w:val="002D3D9E"/>
    <w:rsid w:val="002D5204"/>
    <w:rsid w:val="002D6CDF"/>
    <w:rsid w:val="002F02DB"/>
    <w:rsid w:val="002F4897"/>
    <w:rsid w:val="0030168E"/>
    <w:rsid w:val="003025F0"/>
    <w:rsid w:val="00317C1A"/>
    <w:rsid w:val="00323F0F"/>
    <w:rsid w:val="00327EE0"/>
    <w:rsid w:val="00332D26"/>
    <w:rsid w:val="00336B69"/>
    <w:rsid w:val="00343A76"/>
    <w:rsid w:val="00347D5E"/>
    <w:rsid w:val="003603B1"/>
    <w:rsid w:val="003741A7"/>
    <w:rsid w:val="00381797"/>
    <w:rsid w:val="003848C4"/>
    <w:rsid w:val="00396DE4"/>
    <w:rsid w:val="00397FF3"/>
    <w:rsid w:val="003A77BE"/>
    <w:rsid w:val="003A79BC"/>
    <w:rsid w:val="003B5E00"/>
    <w:rsid w:val="003B79F6"/>
    <w:rsid w:val="003C16CA"/>
    <w:rsid w:val="003C6115"/>
    <w:rsid w:val="003E188F"/>
    <w:rsid w:val="003E796E"/>
    <w:rsid w:val="003F02AF"/>
    <w:rsid w:val="003F47EC"/>
    <w:rsid w:val="003F7497"/>
    <w:rsid w:val="0040001B"/>
    <w:rsid w:val="0040352E"/>
    <w:rsid w:val="0041219A"/>
    <w:rsid w:val="00412795"/>
    <w:rsid w:val="0041676E"/>
    <w:rsid w:val="00417F47"/>
    <w:rsid w:val="00425C3B"/>
    <w:rsid w:val="00426C9F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93323"/>
    <w:rsid w:val="00494A45"/>
    <w:rsid w:val="004A1B20"/>
    <w:rsid w:val="004B1E74"/>
    <w:rsid w:val="004B780B"/>
    <w:rsid w:val="004B7A86"/>
    <w:rsid w:val="004C2C30"/>
    <w:rsid w:val="004C6C78"/>
    <w:rsid w:val="004D2266"/>
    <w:rsid w:val="004E06ED"/>
    <w:rsid w:val="004E46DA"/>
    <w:rsid w:val="004E7CA9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3092"/>
    <w:rsid w:val="00524669"/>
    <w:rsid w:val="00533862"/>
    <w:rsid w:val="00534A3F"/>
    <w:rsid w:val="00535038"/>
    <w:rsid w:val="00553BAE"/>
    <w:rsid w:val="00557076"/>
    <w:rsid w:val="00564368"/>
    <w:rsid w:val="0057730F"/>
    <w:rsid w:val="00580008"/>
    <w:rsid w:val="0058109A"/>
    <w:rsid w:val="00584E48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19C3"/>
    <w:rsid w:val="005F3C30"/>
    <w:rsid w:val="005F6659"/>
    <w:rsid w:val="006130CB"/>
    <w:rsid w:val="006146F4"/>
    <w:rsid w:val="00623FE8"/>
    <w:rsid w:val="00624472"/>
    <w:rsid w:val="006426AE"/>
    <w:rsid w:val="00644AF3"/>
    <w:rsid w:val="00645FA5"/>
    <w:rsid w:val="006546C3"/>
    <w:rsid w:val="00654CEB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32C2"/>
    <w:rsid w:val="006D6F7D"/>
    <w:rsid w:val="006E7E66"/>
    <w:rsid w:val="006F4E64"/>
    <w:rsid w:val="006F7B0A"/>
    <w:rsid w:val="00702821"/>
    <w:rsid w:val="007074CF"/>
    <w:rsid w:val="00712F89"/>
    <w:rsid w:val="00715A61"/>
    <w:rsid w:val="00715F74"/>
    <w:rsid w:val="00725E66"/>
    <w:rsid w:val="00727CDB"/>
    <w:rsid w:val="00731AE3"/>
    <w:rsid w:val="0073407F"/>
    <w:rsid w:val="00736851"/>
    <w:rsid w:val="007517D9"/>
    <w:rsid w:val="00773F1F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0BAD"/>
    <w:rsid w:val="00853019"/>
    <w:rsid w:val="00853E04"/>
    <w:rsid w:val="00862955"/>
    <w:rsid w:val="00870972"/>
    <w:rsid w:val="00877E50"/>
    <w:rsid w:val="00877F59"/>
    <w:rsid w:val="008811CD"/>
    <w:rsid w:val="00883B7B"/>
    <w:rsid w:val="0088636C"/>
    <w:rsid w:val="008909A4"/>
    <w:rsid w:val="00894CA7"/>
    <w:rsid w:val="008A0EB2"/>
    <w:rsid w:val="008A7807"/>
    <w:rsid w:val="008B1DC4"/>
    <w:rsid w:val="008C33AB"/>
    <w:rsid w:val="008D08A1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519C4"/>
    <w:rsid w:val="0095614A"/>
    <w:rsid w:val="009613EF"/>
    <w:rsid w:val="009768E6"/>
    <w:rsid w:val="0098211D"/>
    <w:rsid w:val="009A2ABD"/>
    <w:rsid w:val="009A58EC"/>
    <w:rsid w:val="009B207E"/>
    <w:rsid w:val="009B2D38"/>
    <w:rsid w:val="009B32F8"/>
    <w:rsid w:val="009B4138"/>
    <w:rsid w:val="009D0F6E"/>
    <w:rsid w:val="009D50D4"/>
    <w:rsid w:val="009D512F"/>
    <w:rsid w:val="009E1F05"/>
    <w:rsid w:val="009E42A2"/>
    <w:rsid w:val="009E6B3F"/>
    <w:rsid w:val="00A21A8C"/>
    <w:rsid w:val="00A21BC3"/>
    <w:rsid w:val="00A27A19"/>
    <w:rsid w:val="00A349F1"/>
    <w:rsid w:val="00A36447"/>
    <w:rsid w:val="00A46B01"/>
    <w:rsid w:val="00A71DC2"/>
    <w:rsid w:val="00A72197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76DC9"/>
    <w:rsid w:val="00BA1565"/>
    <w:rsid w:val="00BB38F4"/>
    <w:rsid w:val="00BB3F3E"/>
    <w:rsid w:val="00BC44DF"/>
    <w:rsid w:val="00BC6BEA"/>
    <w:rsid w:val="00BD0B72"/>
    <w:rsid w:val="00BD1F36"/>
    <w:rsid w:val="00BD3C47"/>
    <w:rsid w:val="00BE1B39"/>
    <w:rsid w:val="00BE4F2E"/>
    <w:rsid w:val="00BF791A"/>
    <w:rsid w:val="00C04990"/>
    <w:rsid w:val="00C06926"/>
    <w:rsid w:val="00C06BEA"/>
    <w:rsid w:val="00C14100"/>
    <w:rsid w:val="00C165C1"/>
    <w:rsid w:val="00C265FC"/>
    <w:rsid w:val="00C3311B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C6D"/>
    <w:rsid w:val="00D8102A"/>
    <w:rsid w:val="00D8365B"/>
    <w:rsid w:val="00D872EF"/>
    <w:rsid w:val="00DB23E5"/>
    <w:rsid w:val="00DB48F6"/>
    <w:rsid w:val="00DC7432"/>
    <w:rsid w:val="00DC7799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084B"/>
    <w:rsid w:val="00E31EEA"/>
    <w:rsid w:val="00E60037"/>
    <w:rsid w:val="00E652B6"/>
    <w:rsid w:val="00E66CFD"/>
    <w:rsid w:val="00E721EC"/>
    <w:rsid w:val="00E83278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14C4"/>
    <w:rsid w:val="00F031CC"/>
    <w:rsid w:val="00F05495"/>
    <w:rsid w:val="00F07216"/>
    <w:rsid w:val="00F22298"/>
    <w:rsid w:val="00F2379F"/>
    <w:rsid w:val="00F25A14"/>
    <w:rsid w:val="00F27251"/>
    <w:rsid w:val="00F27895"/>
    <w:rsid w:val="00F400EF"/>
    <w:rsid w:val="00F420E5"/>
    <w:rsid w:val="00F42A05"/>
    <w:rsid w:val="00F5150F"/>
    <w:rsid w:val="00F65C85"/>
    <w:rsid w:val="00F73DA3"/>
    <w:rsid w:val="00F76D10"/>
    <w:rsid w:val="00F77CE7"/>
    <w:rsid w:val="00F8191D"/>
    <w:rsid w:val="00FA3CFC"/>
    <w:rsid w:val="00FB00FA"/>
    <w:rsid w:val="00FB317B"/>
    <w:rsid w:val="00FC1BFD"/>
    <w:rsid w:val="00FC1C13"/>
    <w:rsid w:val="00FC7B01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54B9-CDFB-454B-9543-8BCB8A4C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52</TotalTime>
  <Pages>4</Pages>
  <Words>368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68</cp:revision>
  <cp:lastPrinted>2017-10-17T11:32:00Z</cp:lastPrinted>
  <dcterms:created xsi:type="dcterms:W3CDTF">2018-03-26T13:28:00Z</dcterms:created>
  <dcterms:modified xsi:type="dcterms:W3CDTF">2018-03-27T13:41:00Z</dcterms:modified>
</cp:coreProperties>
</file>